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25577" w14:textId="037F0C6B" w:rsidR="00F87C81" w:rsidRPr="00916056" w:rsidRDefault="00F87C81" w:rsidP="00F87C81">
      <w:pPr>
        <w:pStyle w:val="Caption"/>
        <w:keepNext/>
        <w:rPr>
          <w:b w:val="0"/>
          <w:bCs w:val="0"/>
        </w:rPr>
      </w:pPr>
      <w:r>
        <w:t>Table</w:t>
      </w:r>
      <w:r w:rsidR="00AD2470">
        <w:t xml:space="preserve"> S5</w:t>
      </w:r>
      <w:r w:rsidR="00916056">
        <w:t>.</w:t>
      </w:r>
      <w:r w:rsidR="00313036" w:rsidRPr="00313036">
        <w:t xml:space="preserve"> </w:t>
      </w:r>
      <w:r w:rsidR="00313036" w:rsidRPr="00313036">
        <w:rPr>
          <w:b w:val="0"/>
          <w:bCs w:val="0"/>
        </w:rPr>
        <w:t>The number of years of data used for the calibration and validation stages, together with the optimum transferral ratio parameter values used in the validation stage for each catchment</w:t>
      </w:r>
      <w:r w:rsidR="00313036">
        <w:rPr>
          <w:b w:val="0"/>
          <w:bCs w:val="0"/>
        </w:rPr>
        <w:t xml:space="preserve">.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1"/>
        <w:gridCol w:w="1281"/>
        <w:gridCol w:w="1281"/>
        <w:gridCol w:w="1281"/>
        <w:gridCol w:w="1281"/>
        <w:gridCol w:w="1282"/>
        <w:gridCol w:w="1282"/>
      </w:tblGrid>
      <w:tr w:rsidR="00121813" w:rsidRPr="00313036" w14:paraId="51FD5E8E" w14:textId="77777777" w:rsidTr="009C638A">
        <w:trPr>
          <w:jc w:val="center"/>
        </w:trPr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14:paraId="01C4C731" w14:textId="77777777" w:rsidR="00121813" w:rsidRPr="00313036" w:rsidRDefault="00121813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14:paraId="751A5AFE" w14:textId="77777777" w:rsidR="00121813" w:rsidRPr="00313036" w:rsidRDefault="00121813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14:paraId="0F21CB53" w14:textId="77777777" w:rsidR="00121813" w:rsidRPr="00313036" w:rsidRDefault="00121813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14:paraId="1E81DBBD" w14:textId="49DB8F46" w:rsidR="00121813" w:rsidRPr="00313036" w:rsidRDefault="00121813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validation</w:t>
            </w:r>
          </w:p>
        </w:tc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14:paraId="76D7980E" w14:textId="3C0385F3" w:rsidR="00121813" w:rsidRPr="00313036" w:rsidRDefault="00121813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validation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vAlign w:val="center"/>
          </w:tcPr>
          <w:p w14:paraId="47F14C58" w14:textId="2A3AEA51" w:rsidR="00121813" w:rsidRPr="00313036" w:rsidRDefault="00121813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validation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vAlign w:val="center"/>
          </w:tcPr>
          <w:p w14:paraId="0F0A9E2B" w14:textId="4F052041" w:rsidR="00121813" w:rsidRPr="00313036" w:rsidRDefault="00121813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validation</w:t>
            </w:r>
          </w:p>
        </w:tc>
      </w:tr>
      <w:tr w:rsidR="00C47AD4" w:rsidRPr="00313036" w14:paraId="2CD5A7DE" w14:textId="77777777" w:rsidTr="009C638A">
        <w:trPr>
          <w:jc w:val="center"/>
        </w:trPr>
        <w:tc>
          <w:tcPr>
            <w:tcW w:w="1281" w:type="dxa"/>
            <w:vAlign w:val="center"/>
          </w:tcPr>
          <w:p w14:paraId="1743392D" w14:textId="77777777" w:rsidR="00C47AD4" w:rsidRPr="00313036" w:rsidRDefault="00C47AD4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14:paraId="08F51FDC" w14:textId="77777777" w:rsidR="00C47AD4" w:rsidRPr="00313036" w:rsidRDefault="00C47AD4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14:paraId="3ED3EA5A" w14:textId="77777777" w:rsidR="00C47AD4" w:rsidRPr="00313036" w:rsidRDefault="00C47AD4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14:paraId="62D257B5" w14:textId="16909B25" w:rsidR="00C47AD4" w:rsidRPr="00313036" w:rsidRDefault="00C47AD4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overland</w:t>
            </w:r>
          </w:p>
        </w:tc>
        <w:tc>
          <w:tcPr>
            <w:tcW w:w="1281" w:type="dxa"/>
            <w:vAlign w:val="center"/>
          </w:tcPr>
          <w:p w14:paraId="3A7BB2DD" w14:textId="46A98EC6" w:rsidR="00C47AD4" w:rsidRPr="00313036" w:rsidRDefault="00C47AD4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overland</w:t>
            </w:r>
          </w:p>
        </w:tc>
        <w:tc>
          <w:tcPr>
            <w:tcW w:w="1282" w:type="dxa"/>
            <w:vAlign w:val="center"/>
          </w:tcPr>
          <w:p w14:paraId="3689A8A5" w14:textId="3C734870" w:rsidR="00C47AD4" w:rsidRPr="00313036" w:rsidRDefault="00C47AD4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network</w:t>
            </w:r>
          </w:p>
        </w:tc>
        <w:tc>
          <w:tcPr>
            <w:tcW w:w="1282" w:type="dxa"/>
            <w:vAlign w:val="center"/>
          </w:tcPr>
          <w:p w14:paraId="5A178C0B" w14:textId="38E364F2" w:rsidR="00C47AD4" w:rsidRPr="00313036" w:rsidRDefault="00C47AD4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network</w:t>
            </w:r>
          </w:p>
        </w:tc>
      </w:tr>
      <w:tr w:rsidR="00121813" w:rsidRPr="00313036" w14:paraId="5BAF037B" w14:textId="77777777" w:rsidTr="009C638A">
        <w:trPr>
          <w:jc w:val="center"/>
        </w:trPr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14BFD0F4" w14:textId="1A5C1234" w:rsidR="00121813" w:rsidRPr="00313036" w:rsidRDefault="009C638A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catchment </w:t>
            </w:r>
            <w:r w:rsidR="00E148EC"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  <w:r w:rsidR="00121813"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ode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1DBFD877" w14:textId="6F9CA817" w:rsidR="00121813" w:rsidRPr="00313036" w:rsidRDefault="009C638A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#</w:t>
            </w:r>
            <w:r w:rsidR="00121813"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years calibration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63E00D11" w14:textId="5FB66176" w:rsidR="00121813" w:rsidRPr="00313036" w:rsidRDefault="009C638A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# </w:t>
            </w:r>
            <w:r w:rsidR="00121813"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years validation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25623C17" w14:textId="651C56B7" w:rsidR="00121813" w:rsidRPr="00313036" w:rsidRDefault="00121813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</w:t>
            </w:r>
            <w:r w:rsidR="00D70CFF"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bscript"/>
              </w:rPr>
              <w:t>o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44A7FBF2" w14:textId="716DCF50" w:rsidR="00121813" w:rsidRPr="00313036" w:rsidRDefault="00121813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="00D70CFF"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bscript"/>
              </w:rPr>
              <w:t>o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7B795897" w14:textId="391445D9" w:rsidR="00121813" w:rsidRPr="00313036" w:rsidRDefault="00950796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</w:t>
            </w:r>
            <w:r w:rsidR="00D70CFF"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79488559" w14:textId="7B11B867" w:rsidR="00121813" w:rsidRPr="00313036" w:rsidRDefault="00121813" w:rsidP="009C638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="00D70CFF" w:rsidRPr="00313036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bscript"/>
              </w:rPr>
              <w:t>n</w:t>
            </w:r>
          </w:p>
        </w:tc>
      </w:tr>
      <w:tr w:rsidR="001A1CE3" w:rsidRPr="00313036" w14:paraId="1BCA875A" w14:textId="77777777" w:rsidTr="00E148EC">
        <w:trPr>
          <w:jc w:val="center"/>
        </w:trPr>
        <w:tc>
          <w:tcPr>
            <w:tcW w:w="1281" w:type="dxa"/>
            <w:tcBorders>
              <w:top w:val="single" w:sz="4" w:space="0" w:color="auto"/>
            </w:tcBorders>
          </w:tcPr>
          <w:p w14:paraId="64256B82" w14:textId="7720DE1E" w:rsidR="001A1CE3" w:rsidRPr="00313036" w:rsidRDefault="001A1CE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aufr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0A9A54AA" w14:textId="78368566" w:rsidR="001A1CE3" w:rsidRPr="00313036" w:rsidRDefault="001A1CE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5DAEA997" w14:textId="13523AF1" w:rsidR="001A1CE3" w:rsidRPr="00313036" w:rsidRDefault="001A1CE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10ACE9AA" w14:textId="487CF80D" w:rsidR="001A1CE3" w:rsidRPr="00313036" w:rsidRDefault="001A1CE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-5.50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548CD022" w14:textId="7D44E0E3" w:rsidR="001A1CE3" w:rsidRPr="00313036" w:rsidRDefault="001A1CE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5.50</w:t>
            </w: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39199D17" w14:textId="1C2DB85A" w:rsidR="001A1CE3" w:rsidRPr="00313036" w:rsidRDefault="001A1CE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-5.50</w:t>
            </w: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26AC550C" w14:textId="57BA6A1C" w:rsidR="001A1CE3" w:rsidRPr="00313036" w:rsidRDefault="001A1CE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5.50</w:t>
            </w:r>
          </w:p>
        </w:tc>
      </w:tr>
      <w:tr w:rsidR="00180C61" w:rsidRPr="00313036" w14:paraId="0A6B96F2" w14:textId="77777777" w:rsidTr="00E148EC">
        <w:trPr>
          <w:jc w:val="center"/>
        </w:trPr>
        <w:tc>
          <w:tcPr>
            <w:tcW w:w="1281" w:type="dxa"/>
          </w:tcPr>
          <w:p w14:paraId="43B7552C" w14:textId="0793F083" w:rsidR="00180C61" w:rsidRPr="00313036" w:rsidRDefault="00180C61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augd</w:t>
            </w:r>
          </w:p>
        </w:tc>
        <w:tc>
          <w:tcPr>
            <w:tcW w:w="1281" w:type="dxa"/>
          </w:tcPr>
          <w:p w14:paraId="6B4B4BC7" w14:textId="75CF13AB" w:rsidR="00180C61" w:rsidRPr="00313036" w:rsidRDefault="00180C61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</w:tcPr>
          <w:p w14:paraId="42A7067B" w14:textId="37B9C6E9" w:rsidR="00180C61" w:rsidRPr="00313036" w:rsidRDefault="00180C61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1CB079D2" w14:textId="13ABFFB1" w:rsidR="00180C61" w:rsidRPr="00313036" w:rsidRDefault="00180C61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-4.00</w:t>
            </w:r>
          </w:p>
        </w:tc>
        <w:tc>
          <w:tcPr>
            <w:tcW w:w="1281" w:type="dxa"/>
          </w:tcPr>
          <w:p w14:paraId="393E3EA9" w14:textId="56746052" w:rsidR="00180C61" w:rsidRPr="00313036" w:rsidRDefault="00180C61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2.00</w:t>
            </w:r>
          </w:p>
        </w:tc>
        <w:tc>
          <w:tcPr>
            <w:tcW w:w="1282" w:type="dxa"/>
          </w:tcPr>
          <w:p w14:paraId="23F6BD47" w14:textId="21060913" w:rsidR="00180C61" w:rsidRPr="00313036" w:rsidRDefault="00180C61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-4.00</w:t>
            </w:r>
          </w:p>
        </w:tc>
        <w:tc>
          <w:tcPr>
            <w:tcW w:w="1282" w:type="dxa"/>
          </w:tcPr>
          <w:p w14:paraId="4BC80523" w14:textId="258586F8" w:rsidR="00180C61" w:rsidRPr="00313036" w:rsidRDefault="00180C61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2.00</w:t>
            </w:r>
          </w:p>
        </w:tc>
      </w:tr>
      <w:tr w:rsidR="00B05283" w:rsidRPr="00313036" w14:paraId="43DE71A9" w14:textId="77777777" w:rsidTr="00E148EC">
        <w:trPr>
          <w:jc w:val="center"/>
        </w:trPr>
        <w:tc>
          <w:tcPr>
            <w:tcW w:w="1281" w:type="dxa"/>
          </w:tcPr>
          <w:p w14:paraId="6A36AED8" w14:textId="4BD099AB" w:rsidR="00B05283" w:rsidRPr="00313036" w:rsidRDefault="00B0528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ault</w:t>
            </w:r>
          </w:p>
        </w:tc>
        <w:tc>
          <w:tcPr>
            <w:tcW w:w="1281" w:type="dxa"/>
          </w:tcPr>
          <w:p w14:paraId="4EDE7846" w14:textId="34AD210E" w:rsidR="00B05283" w:rsidRPr="00313036" w:rsidRDefault="00B0528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47B8ED2C" w14:textId="3B7A2621" w:rsidR="00B05283" w:rsidRPr="00313036" w:rsidRDefault="00561B96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1281" w:type="dxa"/>
          </w:tcPr>
          <w:p w14:paraId="1C6F7F5D" w14:textId="6B32B739" w:rsidR="00B05283" w:rsidRPr="00313036" w:rsidRDefault="00B0528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-4.00</w:t>
            </w:r>
          </w:p>
        </w:tc>
        <w:tc>
          <w:tcPr>
            <w:tcW w:w="1281" w:type="dxa"/>
          </w:tcPr>
          <w:p w14:paraId="7C75C61C" w14:textId="49A00D5E" w:rsidR="00B05283" w:rsidRPr="00313036" w:rsidRDefault="00B0528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3.50</w:t>
            </w:r>
          </w:p>
        </w:tc>
        <w:tc>
          <w:tcPr>
            <w:tcW w:w="1282" w:type="dxa"/>
          </w:tcPr>
          <w:p w14:paraId="4D3E0A45" w14:textId="7F96D01A" w:rsidR="00B05283" w:rsidRPr="00313036" w:rsidRDefault="00B0528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-4.00</w:t>
            </w:r>
          </w:p>
        </w:tc>
        <w:tc>
          <w:tcPr>
            <w:tcW w:w="1282" w:type="dxa"/>
          </w:tcPr>
          <w:p w14:paraId="601CDAB2" w14:textId="0E97A6EC" w:rsidR="00B05283" w:rsidRPr="00313036" w:rsidRDefault="00B0528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3.50</w:t>
            </w:r>
          </w:p>
        </w:tc>
      </w:tr>
      <w:tr w:rsidR="005679C8" w:rsidRPr="00313036" w14:paraId="2A8138EA" w14:textId="77777777" w:rsidTr="00E148EC">
        <w:trPr>
          <w:jc w:val="center"/>
        </w:trPr>
        <w:tc>
          <w:tcPr>
            <w:tcW w:w="1281" w:type="dxa"/>
          </w:tcPr>
          <w:p w14:paraId="20D63619" w14:textId="168DB147" w:rsidR="005679C8" w:rsidRPr="00313036" w:rsidRDefault="005679C8" w:rsidP="005679C8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aumf</w:t>
            </w:r>
          </w:p>
        </w:tc>
        <w:tc>
          <w:tcPr>
            <w:tcW w:w="1281" w:type="dxa"/>
          </w:tcPr>
          <w:p w14:paraId="54E62922" w14:textId="6EB8CD58" w:rsidR="005679C8" w:rsidRPr="00313036" w:rsidRDefault="005679C8" w:rsidP="005679C8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1CC4E534" w14:textId="7FC9CA31" w:rsidR="005679C8" w:rsidRPr="00313036" w:rsidRDefault="005679C8" w:rsidP="005679C8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1281" w:type="dxa"/>
          </w:tcPr>
          <w:p w14:paraId="4899CC4A" w14:textId="62291C91" w:rsidR="005679C8" w:rsidRPr="00313036" w:rsidRDefault="005679C8" w:rsidP="005679C8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-0.05</w:t>
            </w:r>
          </w:p>
        </w:tc>
        <w:tc>
          <w:tcPr>
            <w:tcW w:w="1281" w:type="dxa"/>
          </w:tcPr>
          <w:p w14:paraId="4F3F08E6" w14:textId="5E39E12F" w:rsidR="005679C8" w:rsidRPr="00313036" w:rsidRDefault="005679C8" w:rsidP="005679C8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0.05</w:t>
            </w:r>
          </w:p>
        </w:tc>
        <w:tc>
          <w:tcPr>
            <w:tcW w:w="1282" w:type="dxa"/>
          </w:tcPr>
          <w:p w14:paraId="40454D7A" w14:textId="6D80A13D" w:rsidR="005679C8" w:rsidRPr="00313036" w:rsidRDefault="005679C8" w:rsidP="005679C8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-0.05</w:t>
            </w:r>
          </w:p>
        </w:tc>
        <w:tc>
          <w:tcPr>
            <w:tcW w:w="1282" w:type="dxa"/>
          </w:tcPr>
          <w:p w14:paraId="3DBA06B4" w14:textId="7AB680D7" w:rsidR="005679C8" w:rsidRPr="00313036" w:rsidRDefault="005679C8" w:rsidP="005679C8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0.05</w:t>
            </w:r>
          </w:p>
        </w:tc>
      </w:tr>
      <w:tr w:rsidR="00625FCA" w:rsidRPr="00313036" w14:paraId="048FCF20" w14:textId="77777777" w:rsidTr="00E148EC">
        <w:trPr>
          <w:jc w:val="center"/>
        </w:trPr>
        <w:tc>
          <w:tcPr>
            <w:tcW w:w="1281" w:type="dxa"/>
          </w:tcPr>
          <w:p w14:paraId="3B7EFDC2" w14:textId="649DA9FA" w:rsidR="00625FCA" w:rsidRPr="00313036" w:rsidRDefault="00625FCA" w:rsidP="00625FCA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aums</w:t>
            </w:r>
          </w:p>
        </w:tc>
        <w:tc>
          <w:tcPr>
            <w:tcW w:w="1281" w:type="dxa"/>
          </w:tcPr>
          <w:p w14:paraId="11D9BFD0" w14:textId="0B7CE304" w:rsidR="00625FCA" w:rsidRPr="00313036" w:rsidRDefault="00625FCA" w:rsidP="00625FC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69A05B36" w14:textId="2D0B84E8" w:rsidR="00625FCA" w:rsidRPr="00313036" w:rsidRDefault="00C3759C" w:rsidP="00625FC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1281" w:type="dxa"/>
          </w:tcPr>
          <w:p w14:paraId="47D81FDA" w14:textId="74841640" w:rsidR="00625FCA" w:rsidRPr="00313036" w:rsidRDefault="00625FCA" w:rsidP="00625FC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-3.00</w:t>
            </w:r>
          </w:p>
        </w:tc>
        <w:tc>
          <w:tcPr>
            <w:tcW w:w="1281" w:type="dxa"/>
          </w:tcPr>
          <w:p w14:paraId="494AC3FD" w14:textId="0A568233" w:rsidR="00625FCA" w:rsidRPr="00313036" w:rsidRDefault="00625FCA" w:rsidP="00625FC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3.00</w:t>
            </w:r>
          </w:p>
        </w:tc>
        <w:tc>
          <w:tcPr>
            <w:tcW w:w="1282" w:type="dxa"/>
          </w:tcPr>
          <w:p w14:paraId="544D99ED" w14:textId="33CD9633" w:rsidR="00625FCA" w:rsidRPr="00313036" w:rsidRDefault="00625FCA" w:rsidP="00625FC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-3.00</w:t>
            </w:r>
          </w:p>
        </w:tc>
        <w:tc>
          <w:tcPr>
            <w:tcW w:w="1282" w:type="dxa"/>
          </w:tcPr>
          <w:p w14:paraId="4016EAD8" w14:textId="7107FACA" w:rsidR="00625FCA" w:rsidRPr="00313036" w:rsidRDefault="00625FCA" w:rsidP="00625FC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3.00</w:t>
            </w:r>
          </w:p>
        </w:tc>
      </w:tr>
      <w:tr w:rsidR="00717430" w:rsidRPr="00313036" w14:paraId="64FCBE08" w14:textId="77777777" w:rsidTr="00E148EC">
        <w:trPr>
          <w:jc w:val="center"/>
        </w:trPr>
        <w:tc>
          <w:tcPr>
            <w:tcW w:w="1281" w:type="dxa"/>
          </w:tcPr>
          <w:p w14:paraId="5351DBAA" w14:textId="44F6F907" w:rsidR="00717430" w:rsidRPr="00313036" w:rsidRDefault="00717430" w:rsidP="0071743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aunp</w:t>
            </w:r>
          </w:p>
        </w:tc>
        <w:tc>
          <w:tcPr>
            <w:tcW w:w="1281" w:type="dxa"/>
          </w:tcPr>
          <w:p w14:paraId="0664E094" w14:textId="747460E9" w:rsidR="00717430" w:rsidRPr="00313036" w:rsidRDefault="00717430" w:rsidP="0071743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67083CBE" w14:textId="54340042" w:rsidR="00717430" w:rsidRPr="00313036" w:rsidRDefault="00717430" w:rsidP="0071743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1281" w:type="dxa"/>
          </w:tcPr>
          <w:p w14:paraId="420F40F4" w14:textId="02E46911" w:rsidR="00717430" w:rsidRPr="00313036" w:rsidRDefault="00717430" w:rsidP="0071743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-1.00</w:t>
            </w:r>
          </w:p>
        </w:tc>
        <w:tc>
          <w:tcPr>
            <w:tcW w:w="1281" w:type="dxa"/>
          </w:tcPr>
          <w:p w14:paraId="5E3BBB1D" w14:textId="0F9F669A" w:rsidR="00717430" w:rsidRPr="00313036" w:rsidRDefault="00717430" w:rsidP="0071743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3.00</w:t>
            </w:r>
          </w:p>
        </w:tc>
        <w:tc>
          <w:tcPr>
            <w:tcW w:w="1282" w:type="dxa"/>
          </w:tcPr>
          <w:p w14:paraId="348625A5" w14:textId="712FE8FA" w:rsidR="00717430" w:rsidRPr="00313036" w:rsidRDefault="00717430" w:rsidP="0071743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-2.00</w:t>
            </w:r>
          </w:p>
        </w:tc>
        <w:tc>
          <w:tcPr>
            <w:tcW w:w="1282" w:type="dxa"/>
          </w:tcPr>
          <w:p w14:paraId="195F0A2E" w14:textId="5609B727" w:rsidR="00717430" w:rsidRPr="00313036" w:rsidRDefault="00717430" w:rsidP="0071743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3.00</w:t>
            </w:r>
          </w:p>
        </w:tc>
      </w:tr>
      <w:tr w:rsidR="00A11AB1" w:rsidRPr="00313036" w14:paraId="48BBDAFF" w14:textId="77777777" w:rsidTr="00E148EC">
        <w:trPr>
          <w:jc w:val="center"/>
        </w:trPr>
        <w:tc>
          <w:tcPr>
            <w:tcW w:w="1281" w:type="dxa"/>
          </w:tcPr>
          <w:p w14:paraId="0E444FA4" w14:textId="20EDA546" w:rsidR="00A11AB1" w:rsidRPr="00313036" w:rsidRDefault="00A11AB1" w:rsidP="00A11AB1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ausj</w:t>
            </w:r>
          </w:p>
        </w:tc>
        <w:tc>
          <w:tcPr>
            <w:tcW w:w="1281" w:type="dxa"/>
          </w:tcPr>
          <w:p w14:paraId="6DAFF3AF" w14:textId="67EAB43C" w:rsidR="00A11AB1" w:rsidRPr="00313036" w:rsidRDefault="00A11AB1" w:rsidP="00A1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122467C1" w14:textId="172921A8" w:rsidR="00A11AB1" w:rsidRPr="00313036" w:rsidRDefault="00A11AB1" w:rsidP="00A1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1281" w:type="dxa"/>
          </w:tcPr>
          <w:p w14:paraId="19AD0F3D" w14:textId="6989FE71" w:rsidR="00A11AB1" w:rsidRPr="00313036" w:rsidRDefault="00A11AB1" w:rsidP="00A1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-0.05</w:t>
            </w:r>
          </w:p>
        </w:tc>
        <w:tc>
          <w:tcPr>
            <w:tcW w:w="1281" w:type="dxa"/>
          </w:tcPr>
          <w:p w14:paraId="1F2E4C83" w14:textId="6DF33759" w:rsidR="00A11AB1" w:rsidRPr="00313036" w:rsidRDefault="00A11AB1" w:rsidP="00A1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0.05</w:t>
            </w:r>
          </w:p>
        </w:tc>
        <w:tc>
          <w:tcPr>
            <w:tcW w:w="1282" w:type="dxa"/>
          </w:tcPr>
          <w:p w14:paraId="4E39FDA7" w14:textId="269F4CAA" w:rsidR="00A11AB1" w:rsidRPr="00313036" w:rsidRDefault="00A11AB1" w:rsidP="00A1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-0.05</w:t>
            </w:r>
          </w:p>
        </w:tc>
        <w:tc>
          <w:tcPr>
            <w:tcW w:w="1282" w:type="dxa"/>
          </w:tcPr>
          <w:p w14:paraId="21C4D51F" w14:textId="484CEEFF" w:rsidR="00A11AB1" w:rsidRPr="00313036" w:rsidRDefault="00A11AB1" w:rsidP="00A1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0.05</w:t>
            </w:r>
          </w:p>
        </w:tc>
      </w:tr>
      <w:tr w:rsidR="00C22458" w:rsidRPr="00313036" w14:paraId="394C70AD" w14:textId="77777777" w:rsidTr="00E148EC">
        <w:trPr>
          <w:jc w:val="center"/>
        </w:trPr>
        <w:tc>
          <w:tcPr>
            <w:tcW w:w="1281" w:type="dxa"/>
          </w:tcPr>
          <w:p w14:paraId="51D37551" w14:textId="1AE062FD" w:rsidR="00C22458" w:rsidRPr="00313036" w:rsidRDefault="00C22458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brmn</w:t>
            </w:r>
          </w:p>
        </w:tc>
        <w:tc>
          <w:tcPr>
            <w:tcW w:w="1281" w:type="dxa"/>
          </w:tcPr>
          <w:p w14:paraId="38487D97" w14:textId="7ADA5B7C" w:rsidR="00C22458" w:rsidRPr="00313036" w:rsidRDefault="00C22458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5006E98A" w14:textId="35F72717" w:rsidR="00C22458" w:rsidRPr="00313036" w:rsidRDefault="00C22458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343A2B40" w14:textId="5A815A2D" w:rsidR="00C22458" w:rsidRPr="00313036" w:rsidRDefault="00C22458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-0.20</w:t>
            </w:r>
          </w:p>
        </w:tc>
        <w:tc>
          <w:tcPr>
            <w:tcW w:w="1281" w:type="dxa"/>
          </w:tcPr>
          <w:p w14:paraId="369A011B" w14:textId="7EA9FDFA" w:rsidR="00C22458" w:rsidRPr="00313036" w:rsidRDefault="00C22458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0.20</w:t>
            </w:r>
          </w:p>
        </w:tc>
        <w:tc>
          <w:tcPr>
            <w:tcW w:w="1282" w:type="dxa"/>
          </w:tcPr>
          <w:p w14:paraId="4D292DE4" w14:textId="2F4ED765" w:rsidR="00C22458" w:rsidRPr="00313036" w:rsidRDefault="00C22458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-0.10</w:t>
            </w:r>
          </w:p>
        </w:tc>
        <w:tc>
          <w:tcPr>
            <w:tcW w:w="1282" w:type="dxa"/>
          </w:tcPr>
          <w:p w14:paraId="3FD26FCD" w14:textId="60D6E653" w:rsidR="00C22458" w:rsidRPr="00313036" w:rsidRDefault="00C22458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0.10</w:t>
            </w:r>
          </w:p>
        </w:tc>
      </w:tr>
      <w:tr w:rsidR="007B24AE" w:rsidRPr="00313036" w14:paraId="7FF820B6" w14:textId="77777777" w:rsidTr="00E148EC">
        <w:trPr>
          <w:jc w:val="center"/>
        </w:trPr>
        <w:tc>
          <w:tcPr>
            <w:tcW w:w="1281" w:type="dxa"/>
          </w:tcPr>
          <w:p w14:paraId="695BC7AD" w14:textId="542C6A23" w:rsidR="007B24AE" w:rsidRPr="00313036" w:rsidRDefault="007B24AE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brpr</w:t>
            </w:r>
          </w:p>
        </w:tc>
        <w:tc>
          <w:tcPr>
            <w:tcW w:w="1281" w:type="dxa"/>
          </w:tcPr>
          <w:p w14:paraId="01082912" w14:textId="717B0489" w:rsidR="007B24AE" w:rsidRPr="00313036" w:rsidRDefault="007B24AE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311C3643" w14:textId="0FA6EA37" w:rsidR="007B24AE" w:rsidRPr="00313036" w:rsidRDefault="007B24AE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225A6DF4" w14:textId="3DB147E0" w:rsidR="007B24AE" w:rsidRPr="00313036" w:rsidRDefault="007B24AE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-1.00</w:t>
            </w:r>
          </w:p>
        </w:tc>
        <w:tc>
          <w:tcPr>
            <w:tcW w:w="1281" w:type="dxa"/>
          </w:tcPr>
          <w:p w14:paraId="0238DECE" w14:textId="551F3790" w:rsidR="007B24AE" w:rsidRPr="00313036" w:rsidRDefault="007B24AE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1.00</w:t>
            </w:r>
          </w:p>
        </w:tc>
        <w:tc>
          <w:tcPr>
            <w:tcW w:w="1282" w:type="dxa"/>
          </w:tcPr>
          <w:p w14:paraId="5AC846A9" w14:textId="29A36B53" w:rsidR="007B24AE" w:rsidRPr="00313036" w:rsidRDefault="007B24AE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-1.00</w:t>
            </w:r>
          </w:p>
        </w:tc>
        <w:tc>
          <w:tcPr>
            <w:tcW w:w="1282" w:type="dxa"/>
          </w:tcPr>
          <w:p w14:paraId="504B9DF8" w14:textId="7D592B16" w:rsidR="007B24AE" w:rsidRPr="00313036" w:rsidRDefault="007B24AE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1.00</w:t>
            </w:r>
          </w:p>
        </w:tc>
      </w:tr>
      <w:tr w:rsidR="001F5112" w:rsidRPr="00313036" w14:paraId="5F97DB60" w14:textId="77777777" w:rsidTr="00E148EC">
        <w:trPr>
          <w:jc w:val="center"/>
        </w:trPr>
        <w:tc>
          <w:tcPr>
            <w:tcW w:w="1281" w:type="dxa"/>
          </w:tcPr>
          <w:p w14:paraId="090923F3" w14:textId="3DE9A031" w:rsidR="001F5112" w:rsidRPr="00313036" w:rsidRDefault="001F5112" w:rsidP="001F5112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ilob</w:t>
            </w:r>
          </w:p>
        </w:tc>
        <w:tc>
          <w:tcPr>
            <w:tcW w:w="1281" w:type="dxa"/>
          </w:tcPr>
          <w:p w14:paraId="3EB4C7CA" w14:textId="4FBB1B46" w:rsidR="001F5112" w:rsidRPr="00313036" w:rsidRDefault="001F5112" w:rsidP="001F511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38617829" w14:textId="2AAA8913" w:rsidR="001F5112" w:rsidRPr="00313036" w:rsidRDefault="001F5112" w:rsidP="001F511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1281" w:type="dxa"/>
          </w:tcPr>
          <w:p w14:paraId="0E4B8654" w14:textId="6C8F2700" w:rsidR="001F5112" w:rsidRPr="00313036" w:rsidRDefault="001F5112" w:rsidP="001F511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-0.10</w:t>
            </w:r>
          </w:p>
        </w:tc>
        <w:tc>
          <w:tcPr>
            <w:tcW w:w="1281" w:type="dxa"/>
          </w:tcPr>
          <w:p w14:paraId="026CF84C" w14:textId="4AD80AE8" w:rsidR="001F5112" w:rsidRPr="00313036" w:rsidRDefault="001F5112" w:rsidP="001F511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0.10</w:t>
            </w:r>
          </w:p>
        </w:tc>
        <w:tc>
          <w:tcPr>
            <w:tcW w:w="1282" w:type="dxa"/>
          </w:tcPr>
          <w:p w14:paraId="297E1C6E" w14:textId="5D27534D" w:rsidR="001F5112" w:rsidRPr="00313036" w:rsidRDefault="001F5112" w:rsidP="001F511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-0.10</w:t>
            </w:r>
          </w:p>
        </w:tc>
        <w:tc>
          <w:tcPr>
            <w:tcW w:w="1282" w:type="dxa"/>
          </w:tcPr>
          <w:p w14:paraId="661570DE" w14:textId="48B395D3" w:rsidR="001F5112" w:rsidRPr="00313036" w:rsidRDefault="001F5112" w:rsidP="001F511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0.10</w:t>
            </w:r>
          </w:p>
        </w:tc>
      </w:tr>
      <w:tr w:rsidR="002846D7" w:rsidRPr="00313036" w14:paraId="3965D376" w14:textId="77777777" w:rsidTr="00E148EC">
        <w:trPr>
          <w:jc w:val="center"/>
        </w:trPr>
        <w:tc>
          <w:tcPr>
            <w:tcW w:w="1281" w:type="dxa"/>
          </w:tcPr>
          <w:p w14:paraId="4A295232" w14:textId="071169A6" w:rsidR="002846D7" w:rsidRPr="00313036" w:rsidRDefault="002846D7" w:rsidP="002846D7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usmh</w:t>
            </w:r>
          </w:p>
        </w:tc>
        <w:tc>
          <w:tcPr>
            <w:tcW w:w="1281" w:type="dxa"/>
          </w:tcPr>
          <w:p w14:paraId="2E4321A1" w14:textId="36B681A6" w:rsidR="002846D7" w:rsidRPr="00313036" w:rsidRDefault="002846D7" w:rsidP="002846D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</w:tcPr>
          <w:p w14:paraId="606DF2AE" w14:textId="75792CA7" w:rsidR="002846D7" w:rsidRPr="00313036" w:rsidRDefault="002846D7" w:rsidP="002846D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7503EB34" w14:textId="2B29E424" w:rsidR="002846D7" w:rsidRPr="00313036" w:rsidRDefault="002846D7" w:rsidP="002846D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-0.05</w:t>
            </w:r>
          </w:p>
        </w:tc>
        <w:tc>
          <w:tcPr>
            <w:tcW w:w="1281" w:type="dxa"/>
          </w:tcPr>
          <w:p w14:paraId="32631C9B" w14:textId="01220A01" w:rsidR="002846D7" w:rsidRPr="00313036" w:rsidRDefault="002846D7" w:rsidP="002846D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0.05</w:t>
            </w:r>
          </w:p>
        </w:tc>
        <w:tc>
          <w:tcPr>
            <w:tcW w:w="1282" w:type="dxa"/>
          </w:tcPr>
          <w:p w14:paraId="1F4D43BF" w14:textId="11E68270" w:rsidR="002846D7" w:rsidRPr="00313036" w:rsidRDefault="002846D7" w:rsidP="002846D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-0.05</w:t>
            </w:r>
          </w:p>
        </w:tc>
        <w:tc>
          <w:tcPr>
            <w:tcW w:w="1282" w:type="dxa"/>
          </w:tcPr>
          <w:p w14:paraId="722CBD44" w14:textId="5326AD66" w:rsidR="002846D7" w:rsidRPr="00313036" w:rsidRDefault="002846D7" w:rsidP="002846D7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0.05</w:t>
            </w:r>
          </w:p>
        </w:tc>
      </w:tr>
      <w:tr w:rsidR="00CD2DF8" w:rsidRPr="00313036" w14:paraId="69282259" w14:textId="77777777" w:rsidTr="00E148EC">
        <w:trPr>
          <w:jc w:val="center"/>
        </w:trPr>
        <w:tc>
          <w:tcPr>
            <w:tcW w:w="1281" w:type="dxa"/>
          </w:tcPr>
          <w:p w14:paraId="6C7709A3" w14:textId="603488E8" w:rsidR="00CD2DF8" w:rsidRPr="00313036" w:rsidRDefault="00CD2DF8" w:rsidP="00CD2DF8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usnp</w:t>
            </w:r>
          </w:p>
        </w:tc>
        <w:tc>
          <w:tcPr>
            <w:tcW w:w="1281" w:type="dxa"/>
          </w:tcPr>
          <w:p w14:paraId="2DB9AFDF" w14:textId="701A880C" w:rsidR="00CD2DF8" w:rsidRPr="00313036" w:rsidRDefault="00CD2DF8" w:rsidP="00CD2DF8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</w:tcPr>
          <w:p w14:paraId="479CC904" w14:textId="3111CE77" w:rsidR="00CD2DF8" w:rsidRPr="00313036" w:rsidRDefault="00306123" w:rsidP="00CD2DF8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64D87179" w14:textId="40A27954" w:rsidR="00CD2DF8" w:rsidRPr="00313036" w:rsidRDefault="00CD2DF8" w:rsidP="00CD2DF8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-0.10</w:t>
            </w:r>
          </w:p>
        </w:tc>
        <w:tc>
          <w:tcPr>
            <w:tcW w:w="1281" w:type="dxa"/>
          </w:tcPr>
          <w:p w14:paraId="5E8612AF" w14:textId="341559E4" w:rsidR="00CD2DF8" w:rsidRPr="00313036" w:rsidRDefault="00CD2DF8" w:rsidP="00CD2DF8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0.10</w:t>
            </w:r>
          </w:p>
        </w:tc>
        <w:tc>
          <w:tcPr>
            <w:tcW w:w="1282" w:type="dxa"/>
          </w:tcPr>
          <w:p w14:paraId="5887BAB6" w14:textId="32265985" w:rsidR="00CD2DF8" w:rsidRPr="00313036" w:rsidRDefault="00CD2DF8" w:rsidP="00CD2DF8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-0.10</w:t>
            </w:r>
          </w:p>
        </w:tc>
        <w:tc>
          <w:tcPr>
            <w:tcW w:w="1282" w:type="dxa"/>
          </w:tcPr>
          <w:p w14:paraId="6A12AA9C" w14:textId="0445070E" w:rsidR="00CD2DF8" w:rsidRPr="00313036" w:rsidRDefault="00CD2DF8" w:rsidP="00CD2DF8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0.10</w:t>
            </w:r>
          </w:p>
        </w:tc>
      </w:tr>
      <w:tr w:rsidR="003230CF" w:rsidRPr="00313036" w14:paraId="11227720" w14:textId="77777777" w:rsidTr="00E148EC">
        <w:trPr>
          <w:jc w:val="center"/>
        </w:trPr>
        <w:tc>
          <w:tcPr>
            <w:tcW w:w="1281" w:type="dxa"/>
          </w:tcPr>
          <w:p w14:paraId="030B6AB8" w14:textId="1FC26B5A" w:rsidR="003230CF" w:rsidRPr="00313036" w:rsidRDefault="003230CF" w:rsidP="003230CF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ussc</w:t>
            </w:r>
          </w:p>
        </w:tc>
        <w:tc>
          <w:tcPr>
            <w:tcW w:w="1281" w:type="dxa"/>
          </w:tcPr>
          <w:p w14:paraId="6809C4B9" w14:textId="79AB85FC" w:rsidR="003230CF" w:rsidRPr="00313036" w:rsidRDefault="003230CF" w:rsidP="003230C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</w:tcPr>
          <w:p w14:paraId="59CCC9AB" w14:textId="3816D4F7" w:rsidR="003230CF" w:rsidRPr="00313036" w:rsidRDefault="003230CF" w:rsidP="003230C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20619B83" w14:textId="4A1B719D" w:rsidR="003230CF" w:rsidRPr="00313036" w:rsidRDefault="003230CF" w:rsidP="003230C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-0.10</w:t>
            </w:r>
          </w:p>
        </w:tc>
        <w:tc>
          <w:tcPr>
            <w:tcW w:w="1281" w:type="dxa"/>
          </w:tcPr>
          <w:p w14:paraId="5B97A3C4" w14:textId="19E27E49" w:rsidR="003230CF" w:rsidRPr="00313036" w:rsidRDefault="003230CF" w:rsidP="003230C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0.10</w:t>
            </w:r>
          </w:p>
        </w:tc>
        <w:tc>
          <w:tcPr>
            <w:tcW w:w="1282" w:type="dxa"/>
          </w:tcPr>
          <w:p w14:paraId="6372725D" w14:textId="21137FBA" w:rsidR="003230CF" w:rsidRPr="00313036" w:rsidRDefault="003230CF" w:rsidP="003230C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-0.10</w:t>
            </w:r>
          </w:p>
        </w:tc>
        <w:tc>
          <w:tcPr>
            <w:tcW w:w="1282" w:type="dxa"/>
          </w:tcPr>
          <w:p w14:paraId="389A43A9" w14:textId="0417C7CF" w:rsidR="003230CF" w:rsidRPr="00313036" w:rsidRDefault="003230CF" w:rsidP="003230C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0.10</w:t>
            </w:r>
          </w:p>
        </w:tc>
      </w:tr>
      <w:tr w:rsidR="00BD47DC" w:rsidRPr="00313036" w14:paraId="5E26B87E" w14:textId="77777777" w:rsidTr="00E148EC">
        <w:trPr>
          <w:jc w:val="center"/>
        </w:trPr>
        <w:tc>
          <w:tcPr>
            <w:tcW w:w="1281" w:type="dxa"/>
          </w:tcPr>
          <w:p w14:paraId="7A79FD59" w14:textId="14294305" w:rsidR="00BD47DC" w:rsidRPr="00313036" w:rsidRDefault="00BD47DC" w:rsidP="00BD47DC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zaan</w:t>
            </w:r>
          </w:p>
        </w:tc>
        <w:tc>
          <w:tcPr>
            <w:tcW w:w="1281" w:type="dxa"/>
          </w:tcPr>
          <w:p w14:paraId="34F93F16" w14:textId="068D33EB" w:rsidR="00BD47DC" w:rsidRPr="00313036" w:rsidRDefault="00BD47DC" w:rsidP="00BD47D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</w:tcPr>
          <w:p w14:paraId="58F5FD4B" w14:textId="3469F72A" w:rsidR="00BD47DC" w:rsidRPr="00313036" w:rsidRDefault="00BD47DC" w:rsidP="00BD47D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7002F8F7" w14:textId="530B3555" w:rsidR="00BD47DC" w:rsidRPr="00313036" w:rsidRDefault="00BD47DC" w:rsidP="00BD47D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-0.05</w:t>
            </w:r>
          </w:p>
        </w:tc>
        <w:tc>
          <w:tcPr>
            <w:tcW w:w="1281" w:type="dxa"/>
          </w:tcPr>
          <w:p w14:paraId="3D1609F3" w14:textId="7009E3DB" w:rsidR="00BD47DC" w:rsidRPr="00313036" w:rsidRDefault="00BD47DC" w:rsidP="00BD47D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0.05</w:t>
            </w:r>
          </w:p>
        </w:tc>
        <w:tc>
          <w:tcPr>
            <w:tcW w:w="1282" w:type="dxa"/>
          </w:tcPr>
          <w:p w14:paraId="1188909D" w14:textId="46772A91" w:rsidR="00BD47DC" w:rsidRPr="00313036" w:rsidRDefault="00BD47DC" w:rsidP="00BD47D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-0.05</w:t>
            </w:r>
          </w:p>
        </w:tc>
        <w:tc>
          <w:tcPr>
            <w:tcW w:w="1282" w:type="dxa"/>
          </w:tcPr>
          <w:p w14:paraId="3F2088A3" w14:textId="64A8C6A1" w:rsidR="00BD47DC" w:rsidRPr="00313036" w:rsidRDefault="00BD47DC" w:rsidP="00BD47D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0.05</w:t>
            </w:r>
          </w:p>
        </w:tc>
      </w:tr>
      <w:tr w:rsidR="00037D73" w:rsidRPr="00313036" w14:paraId="781F1464" w14:textId="77777777" w:rsidTr="00E148EC">
        <w:trPr>
          <w:jc w:val="center"/>
        </w:trPr>
        <w:tc>
          <w:tcPr>
            <w:tcW w:w="1281" w:type="dxa"/>
          </w:tcPr>
          <w:p w14:paraId="6437C5B2" w14:textId="0574DE7C" w:rsidR="00037D73" w:rsidRPr="00313036" w:rsidRDefault="00037D7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zabt</w:t>
            </w:r>
          </w:p>
        </w:tc>
        <w:tc>
          <w:tcPr>
            <w:tcW w:w="1281" w:type="dxa"/>
          </w:tcPr>
          <w:p w14:paraId="4AA81F98" w14:textId="6C127D39" w:rsidR="00037D73" w:rsidRPr="00313036" w:rsidRDefault="00037D7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</w:tcPr>
          <w:p w14:paraId="2ED0F392" w14:textId="4FB6B489" w:rsidR="00037D73" w:rsidRPr="00313036" w:rsidRDefault="00037D7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211CEA5A" w14:textId="13AD31D8" w:rsidR="00037D73" w:rsidRPr="00313036" w:rsidRDefault="00037D7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-2.0</w:t>
            </w:r>
            <w:r w:rsidR="00E9692D" w:rsidRPr="00313036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14:paraId="6D574F04" w14:textId="765DF14D" w:rsidR="00037D73" w:rsidRPr="00313036" w:rsidRDefault="00037D7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2.0</w:t>
            </w:r>
            <w:r w:rsidR="00E9692D" w:rsidRPr="00313036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1282" w:type="dxa"/>
          </w:tcPr>
          <w:p w14:paraId="497F41DE" w14:textId="0CFEFBE8" w:rsidR="00037D73" w:rsidRPr="00313036" w:rsidRDefault="00037D7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-2.5</w:t>
            </w:r>
            <w:r w:rsidR="00E9692D" w:rsidRPr="00313036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1282" w:type="dxa"/>
          </w:tcPr>
          <w:p w14:paraId="320EAD67" w14:textId="2D129A2C" w:rsidR="00037D73" w:rsidRPr="00313036" w:rsidRDefault="00037D73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2.5</w:t>
            </w:r>
            <w:r w:rsidR="00E9692D" w:rsidRPr="00313036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</w:tr>
      <w:tr w:rsidR="00440F95" w:rsidRPr="00313036" w14:paraId="59655E44" w14:textId="77777777" w:rsidTr="00E148EC">
        <w:trPr>
          <w:jc w:val="center"/>
        </w:trPr>
        <w:tc>
          <w:tcPr>
            <w:tcW w:w="1281" w:type="dxa"/>
          </w:tcPr>
          <w:p w14:paraId="76FE6994" w14:textId="26577467" w:rsidR="00440F95" w:rsidRPr="00313036" w:rsidRDefault="00440F95" w:rsidP="00440F95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zade</w:t>
            </w:r>
          </w:p>
        </w:tc>
        <w:tc>
          <w:tcPr>
            <w:tcW w:w="1281" w:type="dxa"/>
          </w:tcPr>
          <w:p w14:paraId="19254F86" w14:textId="43033433" w:rsidR="00440F95" w:rsidRPr="00313036" w:rsidRDefault="00440F95" w:rsidP="00440F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</w:tcPr>
          <w:p w14:paraId="47688BCA" w14:textId="78BD34B8" w:rsidR="00440F95" w:rsidRPr="00313036" w:rsidRDefault="00440F95" w:rsidP="00440F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10C7A27F" w14:textId="4634DCF2" w:rsidR="00440F95" w:rsidRPr="00313036" w:rsidRDefault="00440F95" w:rsidP="00440F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-0.27</w:t>
            </w:r>
          </w:p>
        </w:tc>
        <w:tc>
          <w:tcPr>
            <w:tcW w:w="1281" w:type="dxa"/>
          </w:tcPr>
          <w:p w14:paraId="55B19B02" w14:textId="750D16F0" w:rsidR="00440F95" w:rsidRPr="00313036" w:rsidRDefault="00440F95" w:rsidP="00440F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0.27</w:t>
            </w:r>
          </w:p>
        </w:tc>
        <w:tc>
          <w:tcPr>
            <w:tcW w:w="1282" w:type="dxa"/>
          </w:tcPr>
          <w:p w14:paraId="19947066" w14:textId="1235EC07" w:rsidR="00440F95" w:rsidRPr="00313036" w:rsidRDefault="00440F95" w:rsidP="00440F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-0.27</w:t>
            </w:r>
          </w:p>
        </w:tc>
        <w:tc>
          <w:tcPr>
            <w:tcW w:w="1282" w:type="dxa"/>
          </w:tcPr>
          <w:p w14:paraId="6EA8B645" w14:textId="39AC7F51" w:rsidR="00440F95" w:rsidRPr="00313036" w:rsidRDefault="00440F95" w:rsidP="00440F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0.27</w:t>
            </w:r>
          </w:p>
        </w:tc>
      </w:tr>
      <w:tr w:rsidR="00905751" w:rsidRPr="00313036" w14:paraId="5F2CFA08" w14:textId="77777777" w:rsidTr="00E148EC">
        <w:trPr>
          <w:jc w:val="center"/>
        </w:trPr>
        <w:tc>
          <w:tcPr>
            <w:tcW w:w="1281" w:type="dxa"/>
          </w:tcPr>
          <w:p w14:paraId="2A6128E3" w14:textId="264AB1E9" w:rsidR="00905751" w:rsidRPr="00313036" w:rsidRDefault="00905751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zadk</w:t>
            </w:r>
          </w:p>
        </w:tc>
        <w:tc>
          <w:tcPr>
            <w:tcW w:w="1281" w:type="dxa"/>
          </w:tcPr>
          <w:p w14:paraId="6C6A596A" w14:textId="338A87DF" w:rsidR="00905751" w:rsidRPr="00313036" w:rsidRDefault="00905751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</w:tcPr>
          <w:p w14:paraId="46F52640" w14:textId="3310DA54" w:rsidR="00905751" w:rsidRPr="00313036" w:rsidRDefault="00905751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45C95112" w14:textId="249AFB1B" w:rsidR="00905751" w:rsidRPr="00313036" w:rsidRDefault="00905751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-2.00</w:t>
            </w:r>
          </w:p>
        </w:tc>
        <w:tc>
          <w:tcPr>
            <w:tcW w:w="1281" w:type="dxa"/>
          </w:tcPr>
          <w:p w14:paraId="573807FD" w14:textId="689FFA6C" w:rsidR="00905751" w:rsidRPr="00313036" w:rsidRDefault="00905751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2.00</w:t>
            </w:r>
          </w:p>
        </w:tc>
        <w:tc>
          <w:tcPr>
            <w:tcW w:w="1282" w:type="dxa"/>
          </w:tcPr>
          <w:p w14:paraId="1B9756B2" w14:textId="5C56E33D" w:rsidR="00905751" w:rsidRPr="00313036" w:rsidRDefault="00905751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-2.00</w:t>
            </w:r>
          </w:p>
        </w:tc>
        <w:tc>
          <w:tcPr>
            <w:tcW w:w="1282" w:type="dxa"/>
          </w:tcPr>
          <w:p w14:paraId="17E59FB7" w14:textId="0C588B7B" w:rsidR="00905751" w:rsidRPr="00313036" w:rsidRDefault="00905751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2.00</w:t>
            </w:r>
          </w:p>
        </w:tc>
      </w:tr>
      <w:tr w:rsidR="00147485" w:rsidRPr="00313036" w14:paraId="791E00A7" w14:textId="77777777" w:rsidTr="00E148EC">
        <w:trPr>
          <w:jc w:val="center"/>
        </w:trPr>
        <w:tc>
          <w:tcPr>
            <w:tcW w:w="1281" w:type="dxa"/>
          </w:tcPr>
          <w:p w14:paraId="0AB5C93E" w14:textId="454A4A6E" w:rsidR="00147485" w:rsidRPr="00313036" w:rsidRDefault="00147485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zahe</w:t>
            </w:r>
          </w:p>
        </w:tc>
        <w:tc>
          <w:tcPr>
            <w:tcW w:w="1281" w:type="dxa"/>
          </w:tcPr>
          <w:p w14:paraId="7AF61906" w14:textId="00C9D2E6" w:rsidR="00147485" w:rsidRPr="00313036" w:rsidRDefault="00147485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</w:tcPr>
          <w:p w14:paraId="4E2B02A6" w14:textId="28BDABD9" w:rsidR="00147485" w:rsidRPr="00313036" w:rsidRDefault="00147485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631183BA" w14:textId="75D2C3E1" w:rsidR="00147485" w:rsidRPr="00313036" w:rsidRDefault="00147485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-0.40</w:t>
            </w:r>
          </w:p>
        </w:tc>
        <w:tc>
          <w:tcPr>
            <w:tcW w:w="1281" w:type="dxa"/>
          </w:tcPr>
          <w:p w14:paraId="31F76637" w14:textId="47C9CCD7" w:rsidR="00147485" w:rsidRPr="00313036" w:rsidRDefault="00147485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2.00</w:t>
            </w:r>
          </w:p>
        </w:tc>
        <w:tc>
          <w:tcPr>
            <w:tcW w:w="1282" w:type="dxa"/>
          </w:tcPr>
          <w:p w14:paraId="7B19182E" w14:textId="35F8EF33" w:rsidR="00147485" w:rsidRPr="00313036" w:rsidRDefault="00147485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-0.40</w:t>
            </w:r>
          </w:p>
        </w:tc>
        <w:tc>
          <w:tcPr>
            <w:tcW w:w="1282" w:type="dxa"/>
          </w:tcPr>
          <w:p w14:paraId="0CC19280" w14:textId="7D35E272" w:rsidR="00147485" w:rsidRPr="00313036" w:rsidRDefault="00147485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2.00</w:t>
            </w:r>
          </w:p>
        </w:tc>
      </w:tr>
      <w:tr w:rsidR="007D76C0" w:rsidRPr="00313036" w14:paraId="39C079D4" w14:textId="77777777" w:rsidTr="00E148EC">
        <w:trPr>
          <w:jc w:val="center"/>
        </w:trPr>
        <w:tc>
          <w:tcPr>
            <w:tcW w:w="1281" w:type="dxa"/>
          </w:tcPr>
          <w:p w14:paraId="63325D29" w14:textId="076AAABB" w:rsidR="007D76C0" w:rsidRPr="00313036" w:rsidRDefault="007D76C0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zahh</w:t>
            </w:r>
          </w:p>
        </w:tc>
        <w:tc>
          <w:tcPr>
            <w:tcW w:w="1281" w:type="dxa"/>
          </w:tcPr>
          <w:p w14:paraId="1E2CCACF" w14:textId="41E664B5" w:rsidR="007D76C0" w:rsidRPr="00313036" w:rsidRDefault="007D76C0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</w:tcPr>
          <w:p w14:paraId="376D23AB" w14:textId="540C1257" w:rsidR="007D76C0" w:rsidRPr="00313036" w:rsidRDefault="007D76C0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70FE20FF" w14:textId="43675E66" w:rsidR="007D76C0" w:rsidRPr="00313036" w:rsidRDefault="007D76C0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-0.50</w:t>
            </w:r>
          </w:p>
        </w:tc>
        <w:tc>
          <w:tcPr>
            <w:tcW w:w="1281" w:type="dxa"/>
          </w:tcPr>
          <w:p w14:paraId="6044DA95" w14:textId="6F9D35C9" w:rsidR="007D76C0" w:rsidRPr="00313036" w:rsidRDefault="007D76C0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0.50</w:t>
            </w:r>
          </w:p>
        </w:tc>
        <w:tc>
          <w:tcPr>
            <w:tcW w:w="1282" w:type="dxa"/>
          </w:tcPr>
          <w:p w14:paraId="4C828163" w14:textId="7D254BD7" w:rsidR="007D76C0" w:rsidRPr="00313036" w:rsidRDefault="007D76C0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-0.50</w:t>
            </w:r>
          </w:p>
        </w:tc>
        <w:tc>
          <w:tcPr>
            <w:tcW w:w="1282" w:type="dxa"/>
          </w:tcPr>
          <w:p w14:paraId="45AA8516" w14:textId="1ADB5FA2" w:rsidR="007D76C0" w:rsidRPr="00313036" w:rsidRDefault="007D76C0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0.50</w:t>
            </w:r>
          </w:p>
        </w:tc>
      </w:tr>
      <w:tr w:rsidR="00FA674B" w:rsidRPr="00313036" w14:paraId="5D9897D5" w14:textId="77777777" w:rsidTr="00E148EC">
        <w:trPr>
          <w:jc w:val="center"/>
        </w:trPr>
        <w:tc>
          <w:tcPr>
            <w:tcW w:w="1281" w:type="dxa"/>
          </w:tcPr>
          <w:p w14:paraId="6A76F413" w14:textId="090A82A1" w:rsidR="00FA674B" w:rsidRPr="00313036" w:rsidRDefault="00FA674B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zakk</w:t>
            </w:r>
          </w:p>
        </w:tc>
        <w:tc>
          <w:tcPr>
            <w:tcW w:w="1281" w:type="dxa"/>
          </w:tcPr>
          <w:p w14:paraId="707E6619" w14:textId="41EF214C" w:rsidR="00FA674B" w:rsidRPr="00313036" w:rsidRDefault="00FA674B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</w:tcPr>
          <w:p w14:paraId="3C1FCE2F" w14:textId="014E71DD" w:rsidR="00FA674B" w:rsidRPr="00313036" w:rsidRDefault="00FA674B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2B35B9B7" w14:textId="7C1B5420" w:rsidR="00FA674B" w:rsidRPr="00313036" w:rsidRDefault="00FA674B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-0.50</w:t>
            </w:r>
          </w:p>
        </w:tc>
        <w:tc>
          <w:tcPr>
            <w:tcW w:w="1281" w:type="dxa"/>
          </w:tcPr>
          <w:p w14:paraId="472276C0" w14:textId="3F774629" w:rsidR="00FA674B" w:rsidRPr="00313036" w:rsidRDefault="00FA674B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0.50</w:t>
            </w:r>
          </w:p>
        </w:tc>
        <w:tc>
          <w:tcPr>
            <w:tcW w:w="1282" w:type="dxa"/>
          </w:tcPr>
          <w:p w14:paraId="1032725A" w14:textId="5DCB7A85" w:rsidR="00FA674B" w:rsidRPr="00313036" w:rsidRDefault="00FA674B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-0.50</w:t>
            </w:r>
          </w:p>
        </w:tc>
        <w:tc>
          <w:tcPr>
            <w:tcW w:w="1282" w:type="dxa"/>
          </w:tcPr>
          <w:p w14:paraId="7A59AEEC" w14:textId="6228222C" w:rsidR="00FA674B" w:rsidRPr="00313036" w:rsidRDefault="00FA674B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0.50</w:t>
            </w:r>
          </w:p>
        </w:tc>
      </w:tr>
      <w:tr w:rsidR="003C43D2" w:rsidRPr="00313036" w14:paraId="04266426" w14:textId="77777777" w:rsidTr="00E148EC">
        <w:trPr>
          <w:jc w:val="center"/>
        </w:trPr>
        <w:tc>
          <w:tcPr>
            <w:tcW w:w="1281" w:type="dxa"/>
          </w:tcPr>
          <w:p w14:paraId="4AD18024" w14:textId="1FC45EF5" w:rsidR="003C43D2" w:rsidRPr="00313036" w:rsidRDefault="003C43D2" w:rsidP="003C43D2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zamb</w:t>
            </w:r>
          </w:p>
        </w:tc>
        <w:tc>
          <w:tcPr>
            <w:tcW w:w="1281" w:type="dxa"/>
          </w:tcPr>
          <w:p w14:paraId="622DC24A" w14:textId="72D8A587" w:rsidR="003C43D2" w:rsidRPr="00313036" w:rsidRDefault="003C43D2" w:rsidP="003C43D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</w:tcPr>
          <w:p w14:paraId="1083693A" w14:textId="08FD3684" w:rsidR="003C43D2" w:rsidRPr="00313036" w:rsidRDefault="004C2335" w:rsidP="003C43D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1C688F78" w14:textId="7507479D" w:rsidR="003C43D2" w:rsidRPr="00313036" w:rsidRDefault="003C43D2" w:rsidP="003C43D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-0.10</w:t>
            </w:r>
          </w:p>
        </w:tc>
        <w:tc>
          <w:tcPr>
            <w:tcW w:w="1281" w:type="dxa"/>
          </w:tcPr>
          <w:p w14:paraId="7254A750" w14:textId="33534008" w:rsidR="003C43D2" w:rsidRPr="00313036" w:rsidRDefault="003C43D2" w:rsidP="003C43D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0.10</w:t>
            </w:r>
          </w:p>
        </w:tc>
        <w:tc>
          <w:tcPr>
            <w:tcW w:w="1282" w:type="dxa"/>
          </w:tcPr>
          <w:p w14:paraId="34A39529" w14:textId="1BCC3F43" w:rsidR="003C43D2" w:rsidRPr="00313036" w:rsidRDefault="003C43D2" w:rsidP="003C43D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-0.10</w:t>
            </w:r>
          </w:p>
        </w:tc>
        <w:tc>
          <w:tcPr>
            <w:tcW w:w="1282" w:type="dxa"/>
          </w:tcPr>
          <w:p w14:paraId="029E0B5B" w14:textId="05A3A457" w:rsidR="003C43D2" w:rsidRPr="00313036" w:rsidRDefault="003C43D2" w:rsidP="003C43D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0.10</w:t>
            </w:r>
          </w:p>
        </w:tc>
      </w:tr>
      <w:tr w:rsidR="00CE2949" w:rsidRPr="00313036" w14:paraId="33451C33" w14:textId="77777777" w:rsidTr="00E148EC">
        <w:trPr>
          <w:jc w:val="center"/>
        </w:trPr>
        <w:tc>
          <w:tcPr>
            <w:tcW w:w="1281" w:type="dxa"/>
          </w:tcPr>
          <w:p w14:paraId="140FB079" w14:textId="0F715B80" w:rsidR="00CE2949" w:rsidRPr="00313036" w:rsidRDefault="00CE2949" w:rsidP="00CE2949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zamk</w:t>
            </w:r>
          </w:p>
        </w:tc>
        <w:tc>
          <w:tcPr>
            <w:tcW w:w="1281" w:type="dxa"/>
          </w:tcPr>
          <w:p w14:paraId="38F1D312" w14:textId="3D34A8D7" w:rsidR="00CE2949" w:rsidRPr="00313036" w:rsidRDefault="00CE2949" w:rsidP="00CE294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</w:tcPr>
          <w:p w14:paraId="303B2D76" w14:textId="1CFC179D" w:rsidR="00CE2949" w:rsidRPr="00313036" w:rsidRDefault="00CE2949" w:rsidP="00CE294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694BCC20" w14:textId="4613ED90" w:rsidR="00CE2949" w:rsidRPr="00313036" w:rsidRDefault="00CE2949" w:rsidP="00CE294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-0.10</w:t>
            </w:r>
          </w:p>
        </w:tc>
        <w:tc>
          <w:tcPr>
            <w:tcW w:w="1281" w:type="dxa"/>
          </w:tcPr>
          <w:p w14:paraId="1BE2D3AD" w14:textId="058D7A7E" w:rsidR="00CE2949" w:rsidRPr="00313036" w:rsidRDefault="00CE2949" w:rsidP="00CE294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0.10</w:t>
            </w:r>
          </w:p>
        </w:tc>
        <w:tc>
          <w:tcPr>
            <w:tcW w:w="1282" w:type="dxa"/>
          </w:tcPr>
          <w:p w14:paraId="67DF4479" w14:textId="1FA0EAB3" w:rsidR="00CE2949" w:rsidRPr="00313036" w:rsidRDefault="00CE2949" w:rsidP="00CE294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-0.10</w:t>
            </w:r>
          </w:p>
        </w:tc>
        <w:tc>
          <w:tcPr>
            <w:tcW w:w="1282" w:type="dxa"/>
          </w:tcPr>
          <w:p w14:paraId="7B52D1BC" w14:textId="7B588DF8" w:rsidR="00CE2949" w:rsidRPr="00313036" w:rsidRDefault="00CE2949" w:rsidP="00CE294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0.10</w:t>
            </w:r>
          </w:p>
        </w:tc>
      </w:tr>
      <w:tr w:rsidR="007A541F" w:rsidRPr="00313036" w14:paraId="457B5AC3" w14:textId="77777777" w:rsidTr="00E148EC">
        <w:trPr>
          <w:jc w:val="center"/>
        </w:trPr>
        <w:tc>
          <w:tcPr>
            <w:tcW w:w="1281" w:type="dxa"/>
          </w:tcPr>
          <w:p w14:paraId="20705162" w14:textId="7AC6A4A0" w:rsidR="007A541F" w:rsidRPr="00313036" w:rsidRDefault="007A541F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zao</w:t>
            </w:r>
          </w:p>
        </w:tc>
        <w:tc>
          <w:tcPr>
            <w:tcW w:w="1281" w:type="dxa"/>
          </w:tcPr>
          <w:p w14:paraId="0FEEEF67" w14:textId="0089967B" w:rsidR="007A541F" w:rsidRPr="00313036" w:rsidRDefault="007A541F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</w:tcPr>
          <w:p w14:paraId="5C62EAE1" w14:textId="0BDC4212" w:rsidR="007A541F" w:rsidRPr="00313036" w:rsidRDefault="007A541F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59D996DF" w14:textId="4A614734" w:rsidR="007A541F" w:rsidRPr="00313036" w:rsidRDefault="007A541F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-0.50</w:t>
            </w:r>
          </w:p>
        </w:tc>
        <w:tc>
          <w:tcPr>
            <w:tcW w:w="1281" w:type="dxa"/>
          </w:tcPr>
          <w:p w14:paraId="0B7DE0C0" w14:textId="10F56E89" w:rsidR="007A541F" w:rsidRPr="00313036" w:rsidRDefault="007A541F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0.50</w:t>
            </w:r>
          </w:p>
        </w:tc>
        <w:tc>
          <w:tcPr>
            <w:tcW w:w="1282" w:type="dxa"/>
          </w:tcPr>
          <w:p w14:paraId="7723E343" w14:textId="329E2CAD" w:rsidR="007A541F" w:rsidRPr="00313036" w:rsidRDefault="007A541F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-1.00</w:t>
            </w:r>
          </w:p>
        </w:tc>
        <w:tc>
          <w:tcPr>
            <w:tcW w:w="1282" w:type="dxa"/>
          </w:tcPr>
          <w:p w14:paraId="36D2866A" w14:textId="7924B772" w:rsidR="007A541F" w:rsidRPr="00313036" w:rsidRDefault="007A541F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1.00</w:t>
            </w:r>
          </w:p>
        </w:tc>
      </w:tr>
      <w:tr w:rsidR="00AE6D29" w:rsidRPr="00313036" w14:paraId="243FCC28" w14:textId="77777777" w:rsidTr="00E148EC">
        <w:trPr>
          <w:jc w:val="center"/>
        </w:trPr>
        <w:tc>
          <w:tcPr>
            <w:tcW w:w="1281" w:type="dxa"/>
          </w:tcPr>
          <w:p w14:paraId="1366DC3C" w14:textId="6A4DFCB7" w:rsidR="00AE6D29" w:rsidRPr="00313036" w:rsidRDefault="00AE6D29" w:rsidP="00AE6D29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zaos</w:t>
            </w:r>
          </w:p>
        </w:tc>
        <w:tc>
          <w:tcPr>
            <w:tcW w:w="1281" w:type="dxa"/>
          </w:tcPr>
          <w:p w14:paraId="6C1B97A7" w14:textId="523500DE" w:rsidR="00AE6D29" w:rsidRPr="00313036" w:rsidRDefault="007D257B" w:rsidP="00AE6D2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</w:tcPr>
          <w:p w14:paraId="7995C1CC" w14:textId="7EA40215" w:rsidR="00AE6D29" w:rsidRPr="00313036" w:rsidRDefault="007D257B" w:rsidP="00AE6D2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0138B11D" w14:textId="4572B64F" w:rsidR="00AE6D29" w:rsidRPr="00313036" w:rsidRDefault="00AE6D29" w:rsidP="00AE6D2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-5.50</w:t>
            </w:r>
          </w:p>
        </w:tc>
        <w:tc>
          <w:tcPr>
            <w:tcW w:w="1281" w:type="dxa"/>
          </w:tcPr>
          <w:p w14:paraId="76EF5EB4" w14:textId="5CC8DA3A" w:rsidR="00AE6D29" w:rsidRPr="00313036" w:rsidRDefault="00AE6D29" w:rsidP="00AE6D2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5.50</w:t>
            </w:r>
          </w:p>
        </w:tc>
        <w:tc>
          <w:tcPr>
            <w:tcW w:w="1282" w:type="dxa"/>
          </w:tcPr>
          <w:p w14:paraId="58110FEF" w14:textId="2068C1A2" w:rsidR="00AE6D29" w:rsidRPr="00313036" w:rsidRDefault="00AE6D29" w:rsidP="00AE6D2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-5.50</w:t>
            </w:r>
          </w:p>
        </w:tc>
        <w:tc>
          <w:tcPr>
            <w:tcW w:w="1282" w:type="dxa"/>
          </w:tcPr>
          <w:p w14:paraId="219D2276" w14:textId="6DD9202B" w:rsidR="00AE6D29" w:rsidRPr="00313036" w:rsidRDefault="00AE6D29" w:rsidP="00AE6D2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5.50</w:t>
            </w:r>
          </w:p>
        </w:tc>
      </w:tr>
      <w:tr w:rsidR="00F35111" w:rsidRPr="00313036" w14:paraId="294B640F" w14:textId="77777777" w:rsidTr="00E148EC">
        <w:trPr>
          <w:jc w:val="center"/>
        </w:trPr>
        <w:tc>
          <w:tcPr>
            <w:tcW w:w="1281" w:type="dxa"/>
          </w:tcPr>
          <w:p w14:paraId="422106AF" w14:textId="463C8D61" w:rsidR="00F35111" w:rsidRPr="00313036" w:rsidRDefault="00F35111" w:rsidP="00F35111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zasd</w:t>
            </w:r>
          </w:p>
        </w:tc>
        <w:tc>
          <w:tcPr>
            <w:tcW w:w="1281" w:type="dxa"/>
          </w:tcPr>
          <w:p w14:paraId="080A2E3C" w14:textId="175D68D1" w:rsidR="00F35111" w:rsidRPr="00313036" w:rsidRDefault="00F35111" w:rsidP="00F3511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</w:tcPr>
          <w:p w14:paraId="099C724A" w14:textId="6C1C4593" w:rsidR="00F35111" w:rsidRPr="00313036" w:rsidRDefault="00F35111" w:rsidP="00F3511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51D94717" w14:textId="1284BFA4" w:rsidR="00F35111" w:rsidRPr="00313036" w:rsidRDefault="00F35111" w:rsidP="00F3511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-0.10</w:t>
            </w:r>
          </w:p>
        </w:tc>
        <w:tc>
          <w:tcPr>
            <w:tcW w:w="1281" w:type="dxa"/>
          </w:tcPr>
          <w:p w14:paraId="17891EC4" w14:textId="09B8A8DC" w:rsidR="00F35111" w:rsidRPr="00313036" w:rsidRDefault="00F35111" w:rsidP="00F3511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0.10</w:t>
            </w:r>
          </w:p>
        </w:tc>
        <w:tc>
          <w:tcPr>
            <w:tcW w:w="1282" w:type="dxa"/>
          </w:tcPr>
          <w:p w14:paraId="026DFDC7" w14:textId="0C32AED5" w:rsidR="00F35111" w:rsidRPr="00313036" w:rsidRDefault="00F35111" w:rsidP="00F3511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-0.10</w:t>
            </w:r>
          </w:p>
        </w:tc>
        <w:tc>
          <w:tcPr>
            <w:tcW w:w="1282" w:type="dxa"/>
          </w:tcPr>
          <w:p w14:paraId="50AD7417" w14:textId="0F69C99E" w:rsidR="00F35111" w:rsidRPr="00313036" w:rsidRDefault="00F35111" w:rsidP="00F3511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0.10</w:t>
            </w:r>
          </w:p>
        </w:tc>
      </w:tr>
      <w:tr w:rsidR="00A909AC" w:rsidRPr="00313036" w14:paraId="45034357" w14:textId="77777777" w:rsidTr="00E148EC">
        <w:trPr>
          <w:jc w:val="center"/>
        </w:trPr>
        <w:tc>
          <w:tcPr>
            <w:tcW w:w="1281" w:type="dxa"/>
          </w:tcPr>
          <w:p w14:paraId="358B7804" w14:textId="0B1B33E7" w:rsidR="00A909AC" w:rsidRPr="00313036" w:rsidRDefault="00A909AC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zat</w:t>
            </w:r>
          </w:p>
        </w:tc>
        <w:tc>
          <w:tcPr>
            <w:tcW w:w="1281" w:type="dxa"/>
          </w:tcPr>
          <w:p w14:paraId="4287FC02" w14:textId="193DDB78" w:rsidR="00A909AC" w:rsidRPr="00313036" w:rsidRDefault="00A909AC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</w:tcPr>
          <w:p w14:paraId="75DBA84C" w14:textId="0737D448" w:rsidR="00A909AC" w:rsidRPr="00313036" w:rsidRDefault="002F287C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06D46812" w14:textId="6CF08C4F" w:rsidR="00A909AC" w:rsidRPr="00313036" w:rsidRDefault="00A909AC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-1.00</w:t>
            </w:r>
          </w:p>
        </w:tc>
        <w:tc>
          <w:tcPr>
            <w:tcW w:w="1281" w:type="dxa"/>
          </w:tcPr>
          <w:p w14:paraId="1DA922C7" w14:textId="6343B752" w:rsidR="00A909AC" w:rsidRPr="00313036" w:rsidRDefault="00A909AC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1.00</w:t>
            </w:r>
          </w:p>
        </w:tc>
        <w:tc>
          <w:tcPr>
            <w:tcW w:w="1282" w:type="dxa"/>
          </w:tcPr>
          <w:p w14:paraId="7CA7F485" w14:textId="37DCB21C" w:rsidR="00A909AC" w:rsidRPr="00313036" w:rsidRDefault="00A909AC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-1.00</w:t>
            </w:r>
          </w:p>
        </w:tc>
        <w:tc>
          <w:tcPr>
            <w:tcW w:w="1282" w:type="dxa"/>
          </w:tcPr>
          <w:p w14:paraId="525C966A" w14:textId="28A9B68A" w:rsidR="00A909AC" w:rsidRPr="00313036" w:rsidRDefault="00A909AC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1.00</w:t>
            </w:r>
          </w:p>
        </w:tc>
      </w:tr>
      <w:tr w:rsidR="0008100A" w:rsidRPr="00313036" w14:paraId="04E284E8" w14:textId="77777777" w:rsidTr="00313036">
        <w:trPr>
          <w:jc w:val="center"/>
        </w:trPr>
        <w:tc>
          <w:tcPr>
            <w:tcW w:w="1281" w:type="dxa"/>
          </w:tcPr>
          <w:p w14:paraId="09CA4624" w14:textId="2D102815" w:rsidR="0008100A" w:rsidRPr="00313036" w:rsidRDefault="0008100A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zaul</w:t>
            </w:r>
          </w:p>
        </w:tc>
        <w:tc>
          <w:tcPr>
            <w:tcW w:w="1281" w:type="dxa"/>
          </w:tcPr>
          <w:p w14:paraId="2FF1832F" w14:textId="3F79FF57" w:rsidR="0008100A" w:rsidRPr="00313036" w:rsidRDefault="0008100A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</w:tcPr>
          <w:p w14:paraId="5F426D13" w14:textId="2BA7B619" w:rsidR="0008100A" w:rsidRPr="00313036" w:rsidRDefault="0008100A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</w:tcPr>
          <w:p w14:paraId="125F6B4A" w14:textId="64822717" w:rsidR="0008100A" w:rsidRPr="00313036" w:rsidRDefault="0008100A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-0.30</w:t>
            </w:r>
          </w:p>
        </w:tc>
        <w:tc>
          <w:tcPr>
            <w:tcW w:w="1281" w:type="dxa"/>
          </w:tcPr>
          <w:p w14:paraId="71A3B33F" w14:textId="6C33B029" w:rsidR="0008100A" w:rsidRPr="00313036" w:rsidRDefault="0008100A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1.00</w:t>
            </w:r>
          </w:p>
        </w:tc>
        <w:tc>
          <w:tcPr>
            <w:tcW w:w="1282" w:type="dxa"/>
          </w:tcPr>
          <w:p w14:paraId="30206F06" w14:textId="15F9F7BA" w:rsidR="0008100A" w:rsidRPr="00313036" w:rsidRDefault="0008100A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-0.50</w:t>
            </w:r>
          </w:p>
        </w:tc>
        <w:tc>
          <w:tcPr>
            <w:tcW w:w="1282" w:type="dxa"/>
          </w:tcPr>
          <w:p w14:paraId="67500BD3" w14:textId="1591C77F" w:rsidR="0008100A" w:rsidRPr="00313036" w:rsidRDefault="0008100A" w:rsidP="005161C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1.00</w:t>
            </w:r>
          </w:p>
        </w:tc>
      </w:tr>
      <w:tr w:rsidR="00300C65" w:rsidRPr="00313036" w14:paraId="707CD7B5" w14:textId="77777777" w:rsidTr="00313036">
        <w:trPr>
          <w:jc w:val="center"/>
        </w:trPr>
        <w:tc>
          <w:tcPr>
            <w:tcW w:w="1281" w:type="dxa"/>
            <w:tcBorders>
              <w:bottom w:val="single" w:sz="4" w:space="0" w:color="auto"/>
            </w:tcBorders>
          </w:tcPr>
          <w:p w14:paraId="1BA14091" w14:textId="626DA9BC" w:rsidR="00300C65" w:rsidRPr="00313036" w:rsidRDefault="00300C65" w:rsidP="00300C65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caps/>
                <w:sz w:val="18"/>
                <w:szCs w:val="18"/>
              </w:rPr>
              <w:t>zaw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1436BC8A" w14:textId="7F162E80" w:rsidR="00300C65" w:rsidRPr="00313036" w:rsidRDefault="00300C65" w:rsidP="00300C6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12EBC703" w14:textId="6DB450A5" w:rsidR="00300C65" w:rsidRPr="00313036" w:rsidRDefault="00300C65" w:rsidP="00300C6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7A3E7F80" w14:textId="00C9C3A6" w:rsidR="00300C65" w:rsidRPr="00313036" w:rsidRDefault="00300C65" w:rsidP="00300C6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-0.30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4AAE414B" w14:textId="5763726C" w:rsidR="00300C65" w:rsidRPr="00313036" w:rsidRDefault="00300C65" w:rsidP="00300C6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1.00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1A0BB463" w14:textId="1D297F24" w:rsidR="00300C65" w:rsidRPr="00313036" w:rsidRDefault="00300C65" w:rsidP="00300C6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-0.30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4E140125" w14:textId="5BFF4837" w:rsidR="00300C65" w:rsidRPr="00313036" w:rsidRDefault="00300C65" w:rsidP="00300C6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13036">
              <w:rPr>
                <w:rFonts w:asciiTheme="minorHAnsi" w:hAnsiTheme="minorHAnsi" w:cstheme="minorHAnsi"/>
                <w:sz w:val="18"/>
                <w:szCs w:val="18"/>
              </w:rPr>
              <w:t>1.00</w:t>
            </w:r>
          </w:p>
        </w:tc>
      </w:tr>
    </w:tbl>
    <w:p w14:paraId="2E2F22B5" w14:textId="633B6AC3" w:rsidR="003A4FB4" w:rsidRDefault="003A4FB4" w:rsidP="00805903"/>
    <w:sectPr w:rsidR="003A4FB4" w:rsidSect="004008CD">
      <w:footerReference w:type="default" r:id="rId8"/>
      <w:pgSz w:w="11907" w:h="9639"/>
      <w:pgMar w:top="567" w:right="936" w:bottom="1338" w:left="936" w:header="0" w:footer="737" w:gutter="0"/>
      <w:lnNumType w:countBy="5" w:distance="227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99EFE" w14:textId="77777777" w:rsidR="004008CD" w:rsidRDefault="004008CD" w:rsidP="006D0C96">
      <w:pPr>
        <w:spacing w:line="240" w:lineRule="auto"/>
      </w:pPr>
      <w:r>
        <w:separator/>
      </w:r>
    </w:p>
  </w:endnote>
  <w:endnote w:type="continuationSeparator" w:id="0">
    <w:p w14:paraId="2F526AF3" w14:textId="77777777" w:rsidR="004008CD" w:rsidRDefault="004008CD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6ABD1" w14:textId="00CF75E4" w:rsidR="006D0C96" w:rsidRDefault="006D0C96">
    <w:pPr>
      <w:pStyle w:val="Footer"/>
      <w:jc w:val="center"/>
    </w:pPr>
  </w:p>
  <w:p w14:paraId="44AA5123" w14:textId="77777777" w:rsidR="006D0C96" w:rsidRDefault="006D0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68FE7" w14:textId="77777777" w:rsidR="004008CD" w:rsidRDefault="004008CD" w:rsidP="006D0C96">
      <w:pPr>
        <w:spacing w:line="240" w:lineRule="auto"/>
      </w:pPr>
      <w:r>
        <w:separator/>
      </w:r>
    </w:p>
  </w:footnote>
  <w:footnote w:type="continuationSeparator" w:id="0">
    <w:p w14:paraId="127F1345" w14:textId="77777777" w:rsidR="004008CD" w:rsidRDefault="004008CD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780240">
    <w:abstractNumId w:val="1"/>
  </w:num>
  <w:num w:numId="2" w16cid:durableId="1476216129">
    <w:abstractNumId w:val="1"/>
  </w:num>
  <w:num w:numId="3" w16cid:durableId="982927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213"/>
    <w:rsid w:val="000136FB"/>
    <w:rsid w:val="00014D35"/>
    <w:rsid w:val="00037D73"/>
    <w:rsid w:val="000414F8"/>
    <w:rsid w:val="00041A84"/>
    <w:rsid w:val="0005690A"/>
    <w:rsid w:val="000703D4"/>
    <w:rsid w:val="0007312A"/>
    <w:rsid w:val="00075F28"/>
    <w:rsid w:val="000769B9"/>
    <w:rsid w:val="0008100A"/>
    <w:rsid w:val="00086398"/>
    <w:rsid w:val="0009498D"/>
    <w:rsid w:val="000A1B66"/>
    <w:rsid w:val="000C3A9F"/>
    <w:rsid w:val="000D3E95"/>
    <w:rsid w:val="000E25F7"/>
    <w:rsid w:val="000F6223"/>
    <w:rsid w:val="00121813"/>
    <w:rsid w:val="00122879"/>
    <w:rsid w:val="00140AD6"/>
    <w:rsid w:val="00147485"/>
    <w:rsid w:val="00180C61"/>
    <w:rsid w:val="001A1CE3"/>
    <w:rsid w:val="001A7ACC"/>
    <w:rsid w:val="001C5EB9"/>
    <w:rsid w:val="001F1FD0"/>
    <w:rsid w:val="001F5112"/>
    <w:rsid w:val="00203F92"/>
    <w:rsid w:val="00223B84"/>
    <w:rsid w:val="00223C1D"/>
    <w:rsid w:val="00244A69"/>
    <w:rsid w:val="002616BD"/>
    <w:rsid w:val="00277353"/>
    <w:rsid w:val="002846D7"/>
    <w:rsid w:val="0029083A"/>
    <w:rsid w:val="002B096B"/>
    <w:rsid w:val="002B1B41"/>
    <w:rsid w:val="002D7ECA"/>
    <w:rsid w:val="002E06A5"/>
    <w:rsid w:val="002F287C"/>
    <w:rsid w:val="002F4476"/>
    <w:rsid w:val="00300C65"/>
    <w:rsid w:val="00306123"/>
    <w:rsid w:val="003118C8"/>
    <w:rsid w:val="00313036"/>
    <w:rsid w:val="00321CE1"/>
    <w:rsid w:val="003230CF"/>
    <w:rsid w:val="00350783"/>
    <w:rsid w:val="0035341A"/>
    <w:rsid w:val="003A4FB4"/>
    <w:rsid w:val="003C43D2"/>
    <w:rsid w:val="003D5288"/>
    <w:rsid w:val="003E5362"/>
    <w:rsid w:val="003E7876"/>
    <w:rsid w:val="004008CD"/>
    <w:rsid w:val="00411A6B"/>
    <w:rsid w:val="004143D1"/>
    <w:rsid w:val="004347F7"/>
    <w:rsid w:val="00440F95"/>
    <w:rsid w:val="00444005"/>
    <w:rsid w:val="00450DB9"/>
    <w:rsid w:val="00463568"/>
    <w:rsid w:val="004646AB"/>
    <w:rsid w:val="00471BE2"/>
    <w:rsid w:val="00482185"/>
    <w:rsid w:val="004932C4"/>
    <w:rsid w:val="004C0F39"/>
    <w:rsid w:val="004C2335"/>
    <w:rsid w:val="004D0F1A"/>
    <w:rsid w:val="005161CD"/>
    <w:rsid w:val="00533C2C"/>
    <w:rsid w:val="00537704"/>
    <w:rsid w:val="00542A82"/>
    <w:rsid w:val="0054513C"/>
    <w:rsid w:val="0055217B"/>
    <w:rsid w:val="00561B96"/>
    <w:rsid w:val="00564213"/>
    <w:rsid w:val="005679C8"/>
    <w:rsid w:val="00571D6D"/>
    <w:rsid w:val="00582AF2"/>
    <w:rsid w:val="005A4F32"/>
    <w:rsid w:val="005C7AC1"/>
    <w:rsid w:val="005D318D"/>
    <w:rsid w:val="005F115F"/>
    <w:rsid w:val="00625FCA"/>
    <w:rsid w:val="006326D7"/>
    <w:rsid w:val="0064402C"/>
    <w:rsid w:val="00670F05"/>
    <w:rsid w:val="00672A55"/>
    <w:rsid w:val="006902CF"/>
    <w:rsid w:val="006963FE"/>
    <w:rsid w:val="006A672F"/>
    <w:rsid w:val="006B32F7"/>
    <w:rsid w:val="006D0C96"/>
    <w:rsid w:val="006F42D3"/>
    <w:rsid w:val="00704359"/>
    <w:rsid w:val="0070537F"/>
    <w:rsid w:val="00717430"/>
    <w:rsid w:val="0071751B"/>
    <w:rsid w:val="00733CBB"/>
    <w:rsid w:val="00751A44"/>
    <w:rsid w:val="00773AEA"/>
    <w:rsid w:val="0077680F"/>
    <w:rsid w:val="00777589"/>
    <w:rsid w:val="00796A7F"/>
    <w:rsid w:val="007A541F"/>
    <w:rsid w:val="007B24AE"/>
    <w:rsid w:val="007B3EAF"/>
    <w:rsid w:val="007B40DC"/>
    <w:rsid w:val="007C1C09"/>
    <w:rsid w:val="007D257B"/>
    <w:rsid w:val="007D76C0"/>
    <w:rsid w:val="007E1C61"/>
    <w:rsid w:val="00805903"/>
    <w:rsid w:val="00834F8C"/>
    <w:rsid w:val="00855006"/>
    <w:rsid w:val="00875336"/>
    <w:rsid w:val="008B26CE"/>
    <w:rsid w:val="008B2E23"/>
    <w:rsid w:val="008B719F"/>
    <w:rsid w:val="008C1F1F"/>
    <w:rsid w:val="008C599A"/>
    <w:rsid w:val="008D4E68"/>
    <w:rsid w:val="008E213F"/>
    <w:rsid w:val="008E3110"/>
    <w:rsid w:val="00901BF0"/>
    <w:rsid w:val="00905751"/>
    <w:rsid w:val="009150E4"/>
    <w:rsid w:val="00916056"/>
    <w:rsid w:val="0091791F"/>
    <w:rsid w:val="00932F15"/>
    <w:rsid w:val="00943440"/>
    <w:rsid w:val="009468D7"/>
    <w:rsid w:val="00950796"/>
    <w:rsid w:val="00957E22"/>
    <w:rsid w:val="00960A20"/>
    <w:rsid w:val="009C638A"/>
    <w:rsid w:val="009D38E2"/>
    <w:rsid w:val="009F0FA2"/>
    <w:rsid w:val="009F2C0A"/>
    <w:rsid w:val="009F6856"/>
    <w:rsid w:val="00A05C3B"/>
    <w:rsid w:val="00A11AB1"/>
    <w:rsid w:val="00A17EED"/>
    <w:rsid w:val="00A909AC"/>
    <w:rsid w:val="00A931C7"/>
    <w:rsid w:val="00AB0932"/>
    <w:rsid w:val="00AB5B64"/>
    <w:rsid w:val="00AD2470"/>
    <w:rsid w:val="00AE4157"/>
    <w:rsid w:val="00AE6D29"/>
    <w:rsid w:val="00B05283"/>
    <w:rsid w:val="00B4015F"/>
    <w:rsid w:val="00B5719D"/>
    <w:rsid w:val="00B62878"/>
    <w:rsid w:val="00B75342"/>
    <w:rsid w:val="00B84293"/>
    <w:rsid w:val="00B85FDD"/>
    <w:rsid w:val="00B94A58"/>
    <w:rsid w:val="00BB6CA3"/>
    <w:rsid w:val="00BD0523"/>
    <w:rsid w:val="00BD47DC"/>
    <w:rsid w:val="00BE7089"/>
    <w:rsid w:val="00C1589F"/>
    <w:rsid w:val="00C22458"/>
    <w:rsid w:val="00C26311"/>
    <w:rsid w:val="00C35812"/>
    <w:rsid w:val="00C3759C"/>
    <w:rsid w:val="00C41205"/>
    <w:rsid w:val="00C47AD4"/>
    <w:rsid w:val="00C66BC3"/>
    <w:rsid w:val="00C82F79"/>
    <w:rsid w:val="00C87552"/>
    <w:rsid w:val="00C97A25"/>
    <w:rsid w:val="00CC4C59"/>
    <w:rsid w:val="00CC51D0"/>
    <w:rsid w:val="00CD2DF8"/>
    <w:rsid w:val="00CD59BA"/>
    <w:rsid w:val="00CE2949"/>
    <w:rsid w:val="00CF188F"/>
    <w:rsid w:val="00D27F6D"/>
    <w:rsid w:val="00D40CE0"/>
    <w:rsid w:val="00D43478"/>
    <w:rsid w:val="00D70467"/>
    <w:rsid w:val="00D70CFF"/>
    <w:rsid w:val="00DA6109"/>
    <w:rsid w:val="00DA7896"/>
    <w:rsid w:val="00DB3654"/>
    <w:rsid w:val="00DB4E53"/>
    <w:rsid w:val="00DE6F41"/>
    <w:rsid w:val="00DF1FA1"/>
    <w:rsid w:val="00E00253"/>
    <w:rsid w:val="00E00339"/>
    <w:rsid w:val="00E142A8"/>
    <w:rsid w:val="00E148EC"/>
    <w:rsid w:val="00E861A5"/>
    <w:rsid w:val="00E92BBD"/>
    <w:rsid w:val="00E9692D"/>
    <w:rsid w:val="00EC24F4"/>
    <w:rsid w:val="00ED6B96"/>
    <w:rsid w:val="00ED79E0"/>
    <w:rsid w:val="00EE58C0"/>
    <w:rsid w:val="00F35111"/>
    <w:rsid w:val="00F35903"/>
    <w:rsid w:val="00F512A5"/>
    <w:rsid w:val="00F5258E"/>
    <w:rsid w:val="00F628B0"/>
    <w:rsid w:val="00F64C9C"/>
    <w:rsid w:val="00F87C81"/>
    <w:rsid w:val="00F90832"/>
    <w:rsid w:val="00FA674B"/>
    <w:rsid w:val="00FB41B0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E553"/>
  <w15:docId w15:val="{D2CFD17B-36C5-4048-BB43-0059F9DA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  <w:style w:type="table" w:styleId="TableGrid">
    <w:name w:val="Table Grid"/>
    <w:basedOn w:val="TableNormal"/>
    <w:uiPriority w:val="59"/>
    <w:rsid w:val="008059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4FDE8-F468-4358-9F5B-AA26B1268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501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>Copernicus Gesellschaft mbH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Delaney, Rob</cp:lastModifiedBy>
  <cp:revision>196</cp:revision>
  <cp:lastPrinted>2016-02-01T07:21:00Z</cp:lastPrinted>
  <dcterms:created xsi:type="dcterms:W3CDTF">2015-12-16T05:52:00Z</dcterms:created>
  <dcterms:modified xsi:type="dcterms:W3CDTF">2024-04-10T17:24:00Z</dcterms:modified>
</cp:coreProperties>
</file>